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748" w:rsidRDefault="007A292E" w:rsidP="00D84748">
      <w:pPr>
        <w:jc w:val="center"/>
        <w:rPr>
          <w:rFonts w:ascii="Times New Roman" w:hAnsi="Times New Roman" w:cs="Times New Roman"/>
          <w:sz w:val="24"/>
          <w:szCs w:val="24"/>
        </w:rPr>
      </w:pPr>
      <w:r w:rsidRPr="00D8474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84748" w:rsidRPr="00334DE6" w:rsidRDefault="007A292E" w:rsidP="00D847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DE6">
        <w:rPr>
          <w:rFonts w:ascii="Times New Roman" w:hAnsi="Times New Roman" w:cs="Times New Roman"/>
          <w:b/>
          <w:sz w:val="24"/>
          <w:szCs w:val="24"/>
        </w:rPr>
        <w:t>к годовой форме отраслевой статистической отчетности №53</w:t>
      </w:r>
    </w:p>
    <w:p w:rsidR="007A292E" w:rsidRPr="00D84748" w:rsidRDefault="007A292E" w:rsidP="00D847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748">
        <w:rPr>
          <w:rFonts w:ascii="Times New Roman" w:hAnsi="Times New Roman" w:cs="Times New Roman"/>
          <w:b/>
          <w:sz w:val="24"/>
          <w:szCs w:val="24"/>
        </w:rPr>
        <w:t>«Отчет о медицинском наблюдении за лицами, занимающимися физической культурой и спортом»</w:t>
      </w:r>
    </w:p>
    <w:p w:rsidR="00D84748" w:rsidRDefault="00D84748" w:rsidP="00D847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Пояснительная записка составлена согласно приложениям </w:t>
      </w:r>
      <w:r w:rsidRPr="00D84748">
        <w:rPr>
          <w:rFonts w:ascii="Times New Roman" w:hAnsi="Times New Roman" w:cs="Times New Roman"/>
          <w:sz w:val="24"/>
          <w:szCs w:val="24"/>
        </w:rPr>
        <w:t>к Порядку организации оказания медицинской помощи лицам,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занимающимся физической культурой и спортом (в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при подготовке и проведении физкультурных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и спортивных мероприятий), включая порядок медицинского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осмотра лиц, желающих пройти спортивную подготовку,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заниматься физической культурой и спортом в 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и (или) выполнить нормативы испытаний (тестов) Всероссийского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физкультурно-спортивного комплекса «Готов к труду и обороне»,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утв</w:t>
      </w:r>
      <w:r>
        <w:rPr>
          <w:rFonts w:ascii="Times New Roman" w:hAnsi="Times New Roman" w:cs="Times New Roman"/>
          <w:sz w:val="24"/>
          <w:szCs w:val="24"/>
        </w:rPr>
        <w:t>ержденному</w:t>
      </w:r>
      <w:r w:rsidRPr="00D84748">
        <w:rPr>
          <w:rFonts w:ascii="Times New Roman" w:hAnsi="Times New Roman" w:cs="Times New Roman"/>
          <w:sz w:val="24"/>
          <w:szCs w:val="24"/>
        </w:rPr>
        <w:t xml:space="preserve"> приказом Министерства здравоохранения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от 1 марта 2016г. № 134н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292E" w:rsidRPr="00971AE5" w:rsidRDefault="00D84748" w:rsidP="00D84748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71AE5">
        <w:rPr>
          <w:rFonts w:ascii="Times New Roman" w:hAnsi="Times New Roman" w:cs="Times New Roman"/>
          <w:i/>
          <w:sz w:val="24"/>
          <w:szCs w:val="24"/>
        </w:rPr>
        <w:t>В пояснительной записке предоставляются сводные сведения по региону</w:t>
      </w:r>
      <w:r w:rsidR="0014226D">
        <w:rPr>
          <w:rFonts w:ascii="Times New Roman" w:hAnsi="Times New Roman" w:cs="Times New Roman"/>
          <w:i/>
          <w:sz w:val="24"/>
          <w:szCs w:val="24"/>
        </w:rPr>
        <w:t xml:space="preserve"> за </w:t>
      </w:r>
      <w:r w:rsidR="00E6522B">
        <w:rPr>
          <w:rFonts w:ascii="Times New Roman" w:hAnsi="Times New Roman" w:cs="Times New Roman"/>
          <w:i/>
          <w:sz w:val="24"/>
          <w:szCs w:val="24"/>
        </w:rPr>
        <w:t>отчетный период</w:t>
      </w:r>
      <w:r w:rsidRPr="00971AE5">
        <w:rPr>
          <w:rFonts w:ascii="Times New Roman" w:hAnsi="Times New Roman" w:cs="Times New Roman"/>
          <w:i/>
          <w:sz w:val="24"/>
          <w:szCs w:val="24"/>
        </w:rPr>
        <w:t>.</w:t>
      </w:r>
    </w:p>
    <w:p w:rsidR="00094F07" w:rsidRPr="00BE0298" w:rsidRDefault="00094F07" w:rsidP="00BE029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0298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D84748" w:rsidRPr="00BE0298" w:rsidRDefault="00094F07" w:rsidP="00BE02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298">
        <w:rPr>
          <w:rFonts w:ascii="Times New Roman" w:hAnsi="Times New Roman" w:cs="Times New Roman"/>
          <w:b/>
          <w:sz w:val="24"/>
          <w:szCs w:val="24"/>
        </w:rPr>
        <w:t xml:space="preserve">Структура службы </w:t>
      </w:r>
      <w:r w:rsidR="00BE0298" w:rsidRPr="00BE0298">
        <w:rPr>
          <w:rFonts w:ascii="Times New Roman" w:hAnsi="Times New Roman" w:cs="Times New Roman"/>
          <w:b/>
          <w:sz w:val="24"/>
          <w:szCs w:val="24"/>
        </w:rPr>
        <w:t>наблюдени</w:t>
      </w:r>
      <w:r w:rsidR="00BE0298">
        <w:rPr>
          <w:rFonts w:ascii="Times New Roman" w:hAnsi="Times New Roman" w:cs="Times New Roman"/>
          <w:b/>
          <w:sz w:val="24"/>
          <w:szCs w:val="24"/>
        </w:rPr>
        <w:t>я</w:t>
      </w:r>
      <w:r w:rsidR="00BE0298" w:rsidRPr="00BE0298">
        <w:rPr>
          <w:rFonts w:ascii="Times New Roman" w:hAnsi="Times New Roman" w:cs="Times New Roman"/>
          <w:b/>
          <w:sz w:val="24"/>
          <w:szCs w:val="24"/>
        </w:rPr>
        <w:t xml:space="preserve"> за лицами, занимающимися физической культурой и спортом </w:t>
      </w:r>
      <w:r w:rsidRPr="00BE0298">
        <w:rPr>
          <w:rFonts w:ascii="Times New Roman" w:hAnsi="Times New Roman" w:cs="Times New Roman"/>
          <w:b/>
          <w:sz w:val="24"/>
          <w:szCs w:val="24"/>
        </w:rPr>
        <w:t>на территории региона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2962"/>
        <w:gridCol w:w="1286"/>
        <w:gridCol w:w="2977"/>
        <w:gridCol w:w="1134"/>
        <w:gridCol w:w="1275"/>
      </w:tblGrid>
      <w:tr w:rsidR="004A38B6" w:rsidRPr="00971AE5" w:rsidTr="00971AE5">
        <w:tc>
          <w:tcPr>
            <w:tcW w:w="2962" w:type="dxa"/>
            <w:vMerge w:val="restart"/>
          </w:tcPr>
          <w:p w:rsidR="004A38B6" w:rsidRPr="00971AE5" w:rsidRDefault="00334DE6" w:rsidP="00971A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Вид организаци</w:t>
            </w:r>
            <w:r w:rsidR="00971AE5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(структурного подразделения)</w:t>
            </w:r>
          </w:p>
        </w:tc>
        <w:tc>
          <w:tcPr>
            <w:tcW w:w="1286" w:type="dxa"/>
            <w:vMerge w:val="restart"/>
          </w:tcPr>
          <w:p w:rsidR="004A38B6" w:rsidRPr="00971AE5" w:rsidRDefault="004A38B6" w:rsidP="00676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  <w:r w:rsidR="00676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субъекте РФ</w:t>
            </w:r>
          </w:p>
        </w:tc>
        <w:tc>
          <w:tcPr>
            <w:tcW w:w="2977" w:type="dxa"/>
            <w:vMerge w:val="restart"/>
          </w:tcPr>
          <w:p w:rsidR="004A38B6" w:rsidRPr="00971AE5" w:rsidRDefault="004A38B6" w:rsidP="00956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Указать: самостоятельный, входит в состав организации (указать название и место расположения), является юридическим лицом</w:t>
            </w:r>
            <w:r w:rsidR="00334DE6"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2409" w:type="dxa"/>
            <w:gridSpan w:val="2"/>
          </w:tcPr>
          <w:p w:rsidR="004A38B6" w:rsidRPr="00971AE5" w:rsidRDefault="004A38B6" w:rsidP="00BE02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Численность обслуживаемого населения</w:t>
            </w:r>
          </w:p>
        </w:tc>
      </w:tr>
      <w:tr w:rsidR="004A38B6" w:rsidRPr="00971AE5" w:rsidTr="00971AE5">
        <w:tc>
          <w:tcPr>
            <w:tcW w:w="2962" w:type="dxa"/>
            <w:vMerge/>
          </w:tcPr>
          <w:p w:rsidR="004A38B6" w:rsidRPr="00971AE5" w:rsidRDefault="004A38B6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6" w:type="dxa"/>
            <w:vMerge/>
          </w:tcPr>
          <w:p w:rsidR="004A38B6" w:rsidRPr="00971AE5" w:rsidRDefault="004A38B6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4A38B6" w:rsidRPr="00971AE5" w:rsidRDefault="004A38B6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38B6" w:rsidRPr="00971AE5" w:rsidRDefault="004A38B6" w:rsidP="00BE02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взрослые</w:t>
            </w:r>
          </w:p>
        </w:tc>
        <w:tc>
          <w:tcPr>
            <w:tcW w:w="1275" w:type="dxa"/>
          </w:tcPr>
          <w:p w:rsidR="004A38B6" w:rsidRPr="00971AE5" w:rsidRDefault="004A38B6" w:rsidP="00BE02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дети</w:t>
            </w:r>
          </w:p>
        </w:tc>
      </w:tr>
      <w:tr w:rsidR="00956A01" w:rsidRPr="00971AE5" w:rsidTr="00971AE5">
        <w:tc>
          <w:tcPr>
            <w:tcW w:w="2962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Врачебно-физкультурный диспансер</w:t>
            </w:r>
          </w:p>
        </w:tc>
        <w:tc>
          <w:tcPr>
            <w:tcW w:w="1286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A01" w:rsidRPr="00971AE5" w:rsidTr="00971AE5">
        <w:tc>
          <w:tcPr>
            <w:tcW w:w="2962" w:type="dxa"/>
          </w:tcPr>
          <w:p w:rsidR="00956A01" w:rsidRPr="00971AE5" w:rsidRDefault="00956A01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Врачебно-физкультурное отделение</w:t>
            </w:r>
          </w:p>
        </w:tc>
        <w:tc>
          <w:tcPr>
            <w:tcW w:w="1286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A01" w:rsidRPr="00971AE5" w:rsidTr="00971AE5">
        <w:tc>
          <w:tcPr>
            <w:tcW w:w="2962" w:type="dxa"/>
          </w:tcPr>
          <w:p w:rsidR="00956A01" w:rsidRPr="00971AE5" w:rsidRDefault="00956A01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Врачебно-физкультурный кабинет</w:t>
            </w:r>
          </w:p>
        </w:tc>
        <w:tc>
          <w:tcPr>
            <w:tcW w:w="1286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A01" w:rsidRPr="00971AE5" w:rsidTr="00971AE5">
        <w:tc>
          <w:tcPr>
            <w:tcW w:w="2962" w:type="dxa"/>
          </w:tcPr>
          <w:p w:rsidR="00956A01" w:rsidRPr="00971AE5" w:rsidRDefault="00956A01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Медицинский пункт учреждения и/или организации физкультурно-спортивного профиля</w:t>
            </w:r>
          </w:p>
        </w:tc>
        <w:tc>
          <w:tcPr>
            <w:tcW w:w="1286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A01" w:rsidRPr="00971AE5" w:rsidTr="00971AE5">
        <w:tc>
          <w:tcPr>
            <w:tcW w:w="2962" w:type="dxa"/>
          </w:tcPr>
          <w:p w:rsidR="00956A01" w:rsidRPr="00971AE5" w:rsidRDefault="00956A01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Центр лечебной физкультуры</w:t>
            </w:r>
          </w:p>
        </w:tc>
        <w:tc>
          <w:tcPr>
            <w:tcW w:w="1286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A01" w:rsidRPr="00971AE5" w:rsidTr="00971AE5">
        <w:tc>
          <w:tcPr>
            <w:tcW w:w="2962" w:type="dxa"/>
          </w:tcPr>
          <w:p w:rsidR="00956A01" w:rsidRPr="00971AE5" w:rsidRDefault="00956A01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(кабинет) лечебной физкультуры</w:t>
            </w:r>
          </w:p>
        </w:tc>
        <w:tc>
          <w:tcPr>
            <w:tcW w:w="1286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A01" w:rsidRPr="00971AE5" w:rsidTr="00971AE5">
        <w:tc>
          <w:tcPr>
            <w:tcW w:w="2962" w:type="dxa"/>
          </w:tcPr>
          <w:p w:rsidR="00956A01" w:rsidRPr="00971AE5" w:rsidRDefault="00956A01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Центр спортивной медицины</w:t>
            </w:r>
          </w:p>
        </w:tc>
        <w:tc>
          <w:tcPr>
            <w:tcW w:w="1286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4F07" w:rsidRPr="00334DE6" w:rsidRDefault="00334DE6" w:rsidP="007A292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DE6">
        <w:rPr>
          <w:rFonts w:ascii="Times New Roman" w:hAnsi="Times New Roman" w:cs="Times New Roman"/>
          <w:i/>
          <w:sz w:val="24"/>
          <w:szCs w:val="24"/>
        </w:rPr>
        <w:t>*</w:t>
      </w:r>
      <w:r w:rsidRPr="00334DE6">
        <w:rPr>
          <w:rFonts w:ascii="Times New Roman" w:hAnsi="Times New Roman" w:cs="Times New Roman"/>
          <w:b/>
          <w:i/>
          <w:sz w:val="24"/>
          <w:szCs w:val="24"/>
        </w:rPr>
        <w:t>ВФД самостоятельный</w:t>
      </w:r>
      <w:r w:rsidRPr="00334DE6">
        <w:rPr>
          <w:rFonts w:ascii="Times New Roman" w:hAnsi="Times New Roman" w:cs="Times New Roman"/>
          <w:i/>
          <w:sz w:val="24"/>
          <w:szCs w:val="24"/>
        </w:rPr>
        <w:t xml:space="preserve"> – не объединен ни с какой другой организацией; ВФД </w:t>
      </w:r>
      <w:r w:rsidRPr="00334DE6">
        <w:rPr>
          <w:rFonts w:ascii="Times New Roman" w:hAnsi="Times New Roman" w:cs="Times New Roman"/>
          <w:b/>
          <w:i/>
          <w:sz w:val="24"/>
          <w:szCs w:val="24"/>
        </w:rPr>
        <w:t>входит в состав другой организации</w:t>
      </w:r>
      <w:r w:rsidRPr="00334DE6">
        <w:rPr>
          <w:rFonts w:ascii="Times New Roman" w:hAnsi="Times New Roman" w:cs="Times New Roman"/>
          <w:i/>
          <w:sz w:val="24"/>
          <w:szCs w:val="24"/>
        </w:rPr>
        <w:t xml:space="preserve"> как структурное подразделение – указать в какую организацию входит и в каком муниципальном образовании находится (название города, поселка и т.п.)</w:t>
      </w:r>
      <w:r>
        <w:rPr>
          <w:rFonts w:ascii="Times New Roman" w:hAnsi="Times New Roman" w:cs="Times New Roman"/>
          <w:i/>
          <w:sz w:val="24"/>
          <w:szCs w:val="24"/>
        </w:rPr>
        <w:t xml:space="preserve">, ВФД </w:t>
      </w:r>
      <w:r w:rsidRPr="0029599C">
        <w:rPr>
          <w:rFonts w:ascii="Times New Roman" w:hAnsi="Times New Roman" w:cs="Times New Roman"/>
          <w:b/>
          <w:i/>
          <w:sz w:val="24"/>
          <w:szCs w:val="24"/>
        </w:rPr>
        <w:t>является ли юридическим лицом</w:t>
      </w:r>
      <w:r>
        <w:rPr>
          <w:rFonts w:ascii="Times New Roman" w:hAnsi="Times New Roman" w:cs="Times New Roman"/>
          <w:i/>
          <w:sz w:val="24"/>
          <w:szCs w:val="24"/>
        </w:rPr>
        <w:t xml:space="preserve"> (в случае объединения с другой организацией</w:t>
      </w:r>
      <w:r w:rsidR="0029599C">
        <w:rPr>
          <w:rFonts w:ascii="Times New Roman" w:hAnsi="Times New Roman" w:cs="Times New Roman"/>
          <w:i/>
          <w:sz w:val="24"/>
          <w:szCs w:val="24"/>
        </w:rPr>
        <w:t>, например, с центром медицинской профилактики и др.)</w:t>
      </w:r>
    </w:p>
    <w:p w:rsidR="00796D0A" w:rsidRDefault="00796D0A" w:rsidP="00DA5E2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6D0A" w:rsidRDefault="00796D0A" w:rsidP="00DA5E2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6D0A" w:rsidRDefault="00796D0A" w:rsidP="00DA5E2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6D0A" w:rsidRDefault="00796D0A" w:rsidP="00DA5E2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6D0A" w:rsidRDefault="00796D0A" w:rsidP="00DA5E2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E0298" w:rsidRPr="00DA5E2F" w:rsidRDefault="00956A01" w:rsidP="00DA5E2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5E2F">
        <w:rPr>
          <w:rFonts w:ascii="Times New Roman" w:hAnsi="Times New Roman" w:cs="Times New Roman"/>
          <w:b/>
          <w:sz w:val="24"/>
          <w:szCs w:val="24"/>
        </w:rPr>
        <w:lastRenderedPageBreak/>
        <w:t>Таблица 2</w:t>
      </w:r>
    </w:p>
    <w:p w:rsidR="00956A01" w:rsidRPr="00DA5E2F" w:rsidRDefault="00956A01" w:rsidP="00DA5E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E2F">
        <w:rPr>
          <w:rFonts w:ascii="Times New Roman" w:hAnsi="Times New Roman" w:cs="Times New Roman"/>
          <w:b/>
          <w:sz w:val="24"/>
          <w:szCs w:val="24"/>
        </w:rPr>
        <w:t>Штаты и кадры</w:t>
      </w: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567"/>
        <w:gridCol w:w="1276"/>
        <w:gridCol w:w="425"/>
        <w:gridCol w:w="426"/>
        <w:gridCol w:w="1275"/>
        <w:gridCol w:w="426"/>
        <w:gridCol w:w="425"/>
        <w:gridCol w:w="1276"/>
      </w:tblGrid>
      <w:tr w:rsidR="0014226D" w:rsidRPr="00971AE5" w:rsidTr="00DA5E2F">
        <w:tc>
          <w:tcPr>
            <w:tcW w:w="2972" w:type="dxa"/>
            <w:vMerge w:val="restart"/>
          </w:tcPr>
          <w:p w:rsidR="0014226D" w:rsidRPr="00971AE5" w:rsidRDefault="0014226D" w:rsidP="00DA5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  <w:gridSpan w:val="3"/>
          </w:tcPr>
          <w:p w:rsidR="0014226D" w:rsidRPr="00971AE5" w:rsidRDefault="0014226D" w:rsidP="00DA5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Штатное расписание</w:t>
            </w:r>
          </w:p>
        </w:tc>
        <w:tc>
          <w:tcPr>
            <w:tcW w:w="2126" w:type="dxa"/>
            <w:gridSpan w:val="3"/>
          </w:tcPr>
          <w:p w:rsidR="0014226D" w:rsidRPr="00971AE5" w:rsidRDefault="0014226D" w:rsidP="00DA5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Занято ставок</w:t>
            </w:r>
          </w:p>
        </w:tc>
        <w:tc>
          <w:tcPr>
            <w:tcW w:w="2127" w:type="dxa"/>
            <w:gridSpan w:val="3"/>
          </w:tcPr>
          <w:p w:rsidR="0014226D" w:rsidRPr="00971AE5" w:rsidRDefault="0014226D" w:rsidP="00DA5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Число физ. лиц</w:t>
            </w:r>
          </w:p>
        </w:tc>
      </w:tr>
      <w:tr w:rsidR="0014226D" w:rsidRPr="00971AE5" w:rsidTr="00DA5E2F">
        <w:trPr>
          <w:cantSplit/>
          <w:trHeight w:val="3508"/>
        </w:trPr>
        <w:tc>
          <w:tcPr>
            <w:tcW w:w="2972" w:type="dxa"/>
            <w:vMerge/>
            <w:textDirection w:val="btLr"/>
          </w:tcPr>
          <w:p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ВФД*</w:t>
            </w:r>
          </w:p>
        </w:tc>
        <w:tc>
          <w:tcPr>
            <w:tcW w:w="567" w:type="dxa"/>
            <w:textDirection w:val="btLr"/>
          </w:tcPr>
          <w:p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(кабинет)</w:t>
            </w:r>
          </w:p>
        </w:tc>
        <w:tc>
          <w:tcPr>
            <w:tcW w:w="1276" w:type="dxa"/>
            <w:textDirection w:val="btLr"/>
          </w:tcPr>
          <w:p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Медицинский пункт учреждения и/или организации физкультурно-спортивного профиля</w:t>
            </w:r>
          </w:p>
        </w:tc>
        <w:tc>
          <w:tcPr>
            <w:tcW w:w="425" w:type="dxa"/>
            <w:textDirection w:val="btLr"/>
          </w:tcPr>
          <w:p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ВФД*</w:t>
            </w:r>
          </w:p>
        </w:tc>
        <w:tc>
          <w:tcPr>
            <w:tcW w:w="426" w:type="dxa"/>
            <w:textDirection w:val="btLr"/>
          </w:tcPr>
          <w:p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(кабинет)</w:t>
            </w:r>
          </w:p>
        </w:tc>
        <w:tc>
          <w:tcPr>
            <w:tcW w:w="1275" w:type="dxa"/>
            <w:textDirection w:val="btLr"/>
          </w:tcPr>
          <w:p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Медицинский пункт учреждения и/или организации физкультурно-спортивного профиля</w:t>
            </w:r>
          </w:p>
        </w:tc>
        <w:tc>
          <w:tcPr>
            <w:tcW w:w="426" w:type="dxa"/>
            <w:textDirection w:val="btLr"/>
          </w:tcPr>
          <w:p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ВФД*</w:t>
            </w:r>
          </w:p>
        </w:tc>
        <w:tc>
          <w:tcPr>
            <w:tcW w:w="425" w:type="dxa"/>
            <w:textDirection w:val="btLr"/>
          </w:tcPr>
          <w:p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(кабинет)</w:t>
            </w:r>
          </w:p>
        </w:tc>
        <w:tc>
          <w:tcPr>
            <w:tcW w:w="1276" w:type="dxa"/>
            <w:textDirection w:val="btLr"/>
          </w:tcPr>
          <w:p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Медицинский пункт учреждения и/или организации физкультурно-спортивного профиля</w:t>
            </w:r>
          </w:p>
        </w:tc>
      </w:tr>
      <w:tr w:rsidR="00DA5E2F" w:rsidRPr="00971AE5" w:rsidTr="00DA5E2F">
        <w:tc>
          <w:tcPr>
            <w:tcW w:w="2972" w:type="dxa"/>
          </w:tcPr>
          <w:p w:rsidR="00C3578F" w:rsidRPr="00971AE5" w:rsidRDefault="00DA5E2F" w:rsidP="0014226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врач (</w:t>
            </w:r>
            <w:r w:rsidR="0014226D"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директор,</w:t>
            </w:r>
            <w:r w:rsidR="0014226D"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зав. отделением</w:t>
            </w: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:rsidTr="00DA5E2F">
        <w:tc>
          <w:tcPr>
            <w:tcW w:w="2972" w:type="dxa"/>
          </w:tcPr>
          <w:p w:rsidR="00C3578F" w:rsidRPr="00971AE5" w:rsidRDefault="00DA5E2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по спортивной медицине</w:t>
            </w: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:rsidTr="00DA5E2F">
        <w:tc>
          <w:tcPr>
            <w:tcW w:w="2972" w:type="dxa"/>
          </w:tcPr>
          <w:p w:rsidR="00C3578F" w:rsidRPr="00971AE5" w:rsidRDefault="00DA5E2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хирург</w:t>
            </w: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48F" w:rsidRPr="00971AE5" w:rsidTr="00DA5E2F">
        <w:tc>
          <w:tcPr>
            <w:tcW w:w="2972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терапевт</w:t>
            </w: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48F" w:rsidRPr="00971AE5" w:rsidTr="00DA5E2F">
        <w:tc>
          <w:tcPr>
            <w:tcW w:w="2972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педиатр</w:t>
            </w: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:rsidTr="00DA5E2F">
        <w:tc>
          <w:tcPr>
            <w:tcW w:w="2972" w:type="dxa"/>
          </w:tcPr>
          <w:p w:rsidR="00C357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кардиолог</w:t>
            </w: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:rsidTr="00DA5E2F">
        <w:tc>
          <w:tcPr>
            <w:tcW w:w="2972" w:type="dxa"/>
          </w:tcPr>
          <w:p w:rsidR="00C357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невролог</w:t>
            </w: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:rsidTr="00DA5E2F">
        <w:tc>
          <w:tcPr>
            <w:tcW w:w="2972" w:type="dxa"/>
          </w:tcPr>
          <w:p w:rsidR="00C357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офтальмолог</w:t>
            </w: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:rsidTr="00DA5E2F">
        <w:tc>
          <w:tcPr>
            <w:tcW w:w="2972" w:type="dxa"/>
          </w:tcPr>
          <w:p w:rsidR="00C357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ортопед-травматолог</w:t>
            </w: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:rsidTr="00DA5E2F">
        <w:tc>
          <w:tcPr>
            <w:tcW w:w="2972" w:type="dxa"/>
          </w:tcPr>
          <w:p w:rsidR="00DA5E2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отоларинголог</w:t>
            </w: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48F" w:rsidRPr="00971AE5" w:rsidTr="00DA5E2F">
        <w:tc>
          <w:tcPr>
            <w:tcW w:w="2972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по ЛФК</w:t>
            </w: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:rsidTr="00DA5E2F">
        <w:tc>
          <w:tcPr>
            <w:tcW w:w="2972" w:type="dxa"/>
          </w:tcPr>
          <w:p w:rsidR="00DA5E2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стоматолог</w:t>
            </w: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:rsidTr="00DA5E2F">
        <w:tc>
          <w:tcPr>
            <w:tcW w:w="2972" w:type="dxa"/>
          </w:tcPr>
          <w:p w:rsidR="00DA5E2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клинической лаборатории</w:t>
            </w: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:rsidTr="00DA5E2F">
        <w:tc>
          <w:tcPr>
            <w:tcW w:w="2972" w:type="dxa"/>
          </w:tcPr>
          <w:p w:rsidR="00DA5E2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функциональной диагностики</w:t>
            </w: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:rsidTr="00DA5E2F">
        <w:tc>
          <w:tcPr>
            <w:tcW w:w="2972" w:type="dxa"/>
          </w:tcPr>
          <w:p w:rsidR="00DA5E2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физиотерапевт</w:t>
            </w: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48F" w:rsidRPr="00971AE5" w:rsidTr="00DA5E2F">
        <w:tc>
          <w:tcPr>
            <w:tcW w:w="2972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Фельдшер</w:t>
            </w: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48F" w:rsidRPr="00971AE5" w:rsidTr="00DA5E2F">
        <w:tc>
          <w:tcPr>
            <w:tcW w:w="2972" w:type="dxa"/>
          </w:tcPr>
          <w:p w:rsidR="00C5448F" w:rsidRPr="00971AE5" w:rsidRDefault="00C5448F" w:rsidP="00C5448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Средний медперсонал (медицинская сестра)</w:t>
            </w: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48F" w:rsidRPr="00971AE5" w:rsidTr="00DA5E2F">
        <w:tc>
          <w:tcPr>
            <w:tcW w:w="2972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Другие специалисты**</w:t>
            </w: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6A01" w:rsidRPr="00971AE5" w:rsidRDefault="00C5448F" w:rsidP="007A292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71AE5">
        <w:rPr>
          <w:rFonts w:ascii="Times New Roman" w:hAnsi="Times New Roman" w:cs="Times New Roman"/>
          <w:b/>
          <w:sz w:val="24"/>
          <w:szCs w:val="24"/>
        </w:rPr>
        <w:t>*</w:t>
      </w:r>
      <w:r w:rsidRPr="00971AE5">
        <w:rPr>
          <w:rFonts w:ascii="Times New Roman" w:hAnsi="Times New Roman" w:cs="Times New Roman"/>
          <w:i/>
          <w:sz w:val="24"/>
          <w:szCs w:val="24"/>
        </w:rPr>
        <w:t>указать сведения о ВФД или организации, осуществляющей функции ВФД (</w:t>
      </w:r>
      <w:r w:rsidR="00B10FD8" w:rsidRPr="00971AE5">
        <w:rPr>
          <w:rFonts w:ascii="Times New Roman" w:hAnsi="Times New Roman" w:cs="Times New Roman"/>
          <w:i/>
          <w:sz w:val="24"/>
          <w:szCs w:val="24"/>
        </w:rPr>
        <w:t>центр спортивной медицины и т.п.)</w:t>
      </w:r>
    </w:p>
    <w:p w:rsidR="00B10FD8" w:rsidRDefault="00B10FD8" w:rsidP="007A292E">
      <w:pPr>
        <w:jc w:val="both"/>
        <w:rPr>
          <w:rFonts w:ascii="Times New Roman" w:hAnsi="Times New Roman" w:cs="Times New Roman"/>
          <w:sz w:val="24"/>
          <w:szCs w:val="24"/>
        </w:rPr>
      </w:pPr>
      <w:r w:rsidRPr="00971AE5">
        <w:rPr>
          <w:rFonts w:ascii="Times New Roman" w:hAnsi="Times New Roman" w:cs="Times New Roman"/>
          <w:b/>
          <w:i/>
          <w:sz w:val="24"/>
          <w:szCs w:val="24"/>
        </w:rPr>
        <w:t>**</w:t>
      </w:r>
      <w:r w:rsidRPr="00971AE5">
        <w:rPr>
          <w:rFonts w:ascii="Times New Roman" w:hAnsi="Times New Roman" w:cs="Times New Roman"/>
          <w:i/>
          <w:sz w:val="24"/>
          <w:szCs w:val="24"/>
        </w:rPr>
        <w:t>указать какие специалисты</w:t>
      </w:r>
    </w:p>
    <w:p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02D1" w:rsidRPr="00AD02D1" w:rsidRDefault="00AD02D1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02D1">
        <w:rPr>
          <w:rFonts w:ascii="Times New Roman" w:hAnsi="Times New Roman" w:cs="Times New Roman"/>
          <w:b/>
          <w:sz w:val="24"/>
          <w:szCs w:val="24"/>
        </w:rPr>
        <w:lastRenderedPageBreak/>
        <w:t>Таблица 3</w:t>
      </w:r>
    </w:p>
    <w:p w:rsidR="00713972" w:rsidRDefault="00713972" w:rsidP="00AD02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2D1">
        <w:rPr>
          <w:rFonts w:ascii="Times New Roman" w:hAnsi="Times New Roman" w:cs="Times New Roman"/>
          <w:b/>
          <w:sz w:val="24"/>
          <w:szCs w:val="24"/>
        </w:rPr>
        <w:t>Диспансерное наблюдение за лицами</w:t>
      </w:r>
      <w:r w:rsidR="00AD02D1" w:rsidRPr="00AD02D1">
        <w:rPr>
          <w:rFonts w:ascii="Times New Roman" w:hAnsi="Times New Roman" w:cs="Times New Roman"/>
          <w:b/>
          <w:sz w:val="24"/>
          <w:szCs w:val="24"/>
        </w:rPr>
        <w:t>, занимающимися физической культурой и спортом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2"/>
        <w:gridCol w:w="1159"/>
        <w:gridCol w:w="1307"/>
        <w:gridCol w:w="1159"/>
        <w:gridCol w:w="1023"/>
        <w:gridCol w:w="1159"/>
        <w:gridCol w:w="856"/>
      </w:tblGrid>
      <w:tr w:rsidR="00250F92" w:rsidRPr="0014226D" w:rsidTr="00250F92">
        <w:tc>
          <w:tcPr>
            <w:tcW w:w="2682" w:type="dxa"/>
            <w:vMerge w:val="restart"/>
          </w:tcPr>
          <w:p w:rsidR="00250F92" w:rsidRPr="0014226D" w:rsidRDefault="00250F92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  <w:gridSpan w:val="2"/>
            <w:vMerge w:val="restart"/>
          </w:tcPr>
          <w:p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Прошли углубленное медицинское обследование</w:t>
            </w:r>
          </w:p>
        </w:tc>
        <w:tc>
          <w:tcPr>
            <w:tcW w:w="4197" w:type="dxa"/>
            <w:gridSpan w:val="4"/>
          </w:tcPr>
          <w:p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Из них</w:t>
            </w:r>
          </w:p>
        </w:tc>
      </w:tr>
      <w:tr w:rsidR="00250F92" w:rsidRPr="0014226D" w:rsidTr="00250F92">
        <w:tc>
          <w:tcPr>
            <w:tcW w:w="2682" w:type="dxa"/>
            <w:vMerge/>
          </w:tcPr>
          <w:p w:rsidR="00250F92" w:rsidRPr="0014226D" w:rsidRDefault="00250F92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  <w:gridSpan w:val="2"/>
            <w:vMerge/>
          </w:tcPr>
          <w:p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  <w:gridSpan w:val="2"/>
          </w:tcPr>
          <w:p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нуждались в лечении</w:t>
            </w:r>
          </w:p>
        </w:tc>
        <w:tc>
          <w:tcPr>
            <w:tcW w:w="2015" w:type="dxa"/>
            <w:gridSpan w:val="2"/>
          </w:tcPr>
          <w:p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закончили лечение</w:t>
            </w:r>
          </w:p>
        </w:tc>
      </w:tr>
      <w:tr w:rsidR="00250F92" w:rsidRPr="0014226D" w:rsidTr="00250F92">
        <w:tc>
          <w:tcPr>
            <w:tcW w:w="2682" w:type="dxa"/>
            <w:vMerge/>
          </w:tcPr>
          <w:p w:rsidR="00250F92" w:rsidRPr="0014226D" w:rsidRDefault="00250F92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взрослые</w:t>
            </w:r>
          </w:p>
        </w:tc>
        <w:tc>
          <w:tcPr>
            <w:tcW w:w="1307" w:type="dxa"/>
          </w:tcPr>
          <w:p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дети</w:t>
            </w:r>
          </w:p>
        </w:tc>
        <w:tc>
          <w:tcPr>
            <w:tcW w:w="1159" w:type="dxa"/>
          </w:tcPr>
          <w:p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взрослые</w:t>
            </w:r>
          </w:p>
        </w:tc>
        <w:tc>
          <w:tcPr>
            <w:tcW w:w="1023" w:type="dxa"/>
          </w:tcPr>
          <w:p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дети</w:t>
            </w:r>
          </w:p>
        </w:tc>
        <w:tc>
          <w:tcPr>
            <w:tcW w:w="1159" w:type="dxa"/>
          </w:tcPr>
          <w:p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взрослые</w:t>
            </w:r>
          </w:p>
        </w:tc>
        <w:tc>
          <w:tcPr>
            <w:tcW w:w="856" w:type="dxa"/>
          </w:tcPr>
          <w:p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дети</w:t>
            </w:r>
          </w:p>
        </w:tc>
      </w:tr>
      <w:tr w:rsidR="009506F9" w:rsidRPr="0014226D" w:rsidTr="00250F92">
        <w:tc>
          <w:tcPr>
            <w:tcW w:w="2682" w:type="dxa"/>
          </w:tcPr>
          <w:p w:rsidR="00AD02D1" w:rsidRPr="0014226D" w:rsidRDefault="009506F9" w:rsidP="00AD02D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Всего человек</w:t>
            </w:r>
          </w:p>
        </w:tc>
        <w:tc>
          <w:tcPr>
            <w:tcW w:w="1159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6F9" w:rsidRPr="0014226D" w:rsidTr="00250F92">
        <w:tc>
          <w:tcPr>
            <w:tcW w:w="2682" w:type="dxa"/>
          </w:tcPr>
          <w:p w:rsidR="00AD02D1" w:rsidRPr="0014226D" w:rsidRDefault="009506F9" w:rsidP="00AD02D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9506F9" w:rsidRPr="0014226D" w:rsidRDefault="009506F9" w:rsidP="009506F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спортсмены сборных команд</w:t>
            </w:r>
          </w:p>
        </w:tc>
        <w:tc>
          <w:tcPr>
            <w:tcW w:w="1159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6F9" w:rsidRPr="0014226D" w:rsidTr="00250F92">
        <w:tc>
          <w:tcPr>
            <w:tcW w:w="2682" w:type="dxa"/>
          </w:tcPr>
          <w:p w:rsidR="00AD02D1" w:rsidRPr="0014226D" w:rsidRDefault="009506F9" w:rsidP="00AD02D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учащиеся ДЮСШ</w:t>
            </w:r>
          </w:p>
        </w:tc>
        <w:tc>
          <w:tcPr>
            <w:tcW w:w="1159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6F9" w:rsidRPr="0014226D" w:rsidTr="00250F92">
        <w:tc>
          <w:tcPr>
            <w:tcW w:w="2682" w:type="dxa"/>
          </w:tcPr>
          <w:p w:rsidR="00AD02D1" w:rsidRPr="0014226D" w:rsidRDefault="009506F9" w:rsidP="00AD02D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лица, занимающиеся в спортивных секциях</w:t>
            </w:r>
          </w:p>
        </w:tc>
        <w:tc>
          <w:tcPr>
            <w:tcW w:w="1159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6F9" w:rsidRPr="0014226D" w:rsidTr="00250F92">
        <w:tc>
          <w:tcPr>
            <w:tcW w:w="2682" w:type="dxa"/>
          </w:tcPr>
          <w:p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лица, занимающиеся в группах ОФП, «здоровья» и др.</w:t>
            </w:r>
          </w:p>
        </w:tc>
        <w:tc>
          <w:tcPr>
            <w:tcW w:w="1159" w:type="dxa"/>
          </w:tcPr>
          <w:p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522B" w:rsidRDefault="00E6522B" w:rsidP="002C1B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B03" w:rsidRDefault="00E07189" w:rsidP="002C1B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Деятельность</w:t>
      </w:r>
      <w:r w:rsidR="002C1B03" w:rsidRPr="002C1B03">
        <w:rPr>
          <w:rFonts w:ascii="Times New Roman" w:hAnsi="Times New Roman" w:cs="Times New Roman"/>
          <w:b/>
          <w:sz w:val="24"/>
          <w:szCs w:val="24"/>
        </w:rPr>
        <w:t xml:space="preserve"> ВФД</w:t>
      </w:r>
    </w:p>
    <w:p w:rsidR="00E07189" w:rsidRPr="004A38B6" w:rsidRDefault="00E07189" w:rsidP="004A38B6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B6">
        <w:rPr>
          <w:rFonts w:ascii="Times New Roman" w:hAnsi="Times New Roman" w:cs="Times New Roman"/>
          <w:i/>
          <w:sz w:val="24"/>
          <w:szCs w:val="24"/>
        </w:rPr>
        <w:t>В данном разделе необходимо предоставить сведения (в свободной форме</w:t>
      </w:r>
      <w:r w:rsidR="00A678A8" w:rsidRPr="004A38B6">
        <w:rPr>
          <w:rFonts w:ascii="Times New Roman" w:hAnsi="Times New Roman" w:cs="Times New Roman"/>
          <w:i/>
          <w:sz w:val="24"/>
          <w:szCs w:val="24"/>
        </w:rPr>
        <w:t xml:space="preserve"> указать какие проводятся мероприятия, какие ведомства и учреждения вовлечены в работу, силами каких специалистов, какие методы применяются, какие контингенты участвуют, число разработанных методических материалов с указанием названия и тиража</w:t>
      </w:r>
      <w:r w:rsidRPr="004A38B6">
        <w:rPr>
          <w:rFonts w:ascii="Times New Roman" w:hAnsi="Times New Roman" w:cs="Times New Roman"/>
          <w:i/>
          <w:sz w:val="24"/>
          <w:szCs w:val="24"/>
        </w:rPr>
        <w:t>), касающиеся следующих вопросов:</w:t>
      </w:r>
    </w:p>
    <w:p w:rsidR="00E07189" w:rsidRPr="00E07189" w:rsidRDefault="00E07189" w:rsidP="00E0718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189">
        <w:rPr>
          <w:rFonts w:ascii="Times New Roman" w:hAnsi="Times New Roman" w:cs="Times New Roman"/>
          <w:sz w:val="24"/>
          <w:szCs w:val="24"/>
        </w:rPr>
        <w:t>координация деятельности по профилю работы с медицинскими, спортивными, образовательными, общественными и иными организациями в целях оптимизации осуществляемой деятельности (межведомственное взаимодействие)</w:t>
      </w:r>
      <w:r w:rsidR="00A678A8">
        <w:rPr>
          <w:rFonts w:ascii="Times New Roman" w:hAnsi="Times New Roman" w:cs="Times New Roman"/>
          <w:sz w:val="24"/>
          <w:szCs w:val="24"/>
        </w:rPr>
        <w:t>;</w:t>
      </w:r>
    </w:p>
    <w:p w:rsidR="002C1B03" w:rsidRPr="00E07189" w:rsidRDefault="002C1B03" w:rsidP="00E0718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189">
        <w:rPr>
          <w:rFonts w:ascii="Times New Roman" w:hAnsi="Times New Roman" w:cs="Times New Roman"/>
          <w:sz w:val="24"/>
          <w:szCs w:val="24"/>
        </w:rPr>
        <w:t>оздоровление детей и молодежи на этапах физического воспитания;</w:t>
      </w:r>
    </w:p>
    <w:p w:rsidR="002C1B03" w:rsidRPr="00E07189" w:rsidRDefault="002C1B03" w:rsidP="00E0718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189">
        <w:rPr>
          <w:rFonts w:ascii="Times New Roman" w:hAnsi="Times New Roman" w:cs="Times New Roman"/>
          <w:sz w:val="24"/>
          <w:szCs w:val="24"/>
        </w:rPr>
        <w:t xml:space="preserve">повышение эффективности использования средств физической культуры, в </w:t>
      </w:r>
      <w:proofErr w:type="spellStart"/>
      <w:r w:rsidRPr="00E0718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07189">
        <w:rPr>
          <w:rFonts w:ascii="Times New Roman" w:hAnsi="Times New Roman" w:cs="Times New Roman"/>
          <w:sz w:val="24"/>
          <w:szCs w:val="24"/>
        </w:rPr>
        <w:t>. лечебной физкультуры, для сохранения и восстановления здоровья населения;</w:t>
      </w:r>
    </w:p>
    <w:p w:rsidR="002C1B03" w:rsidRPr="00E07189" w:rsidRDefault="002C1B03" w:rsidP="00E0718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189">
        <w:rPr>
          <w:rFonts w:ascii="Times New Roman" w:hAnsi="Times New Roman" w:cs="Times New Roman"/>
          <w:sz w:val="24"/>
          <w:szCs w:val="24"/>
        </w:rPr>
        <w:t>проведение консультативного приема населения различных возрастных групп с выдачей рекомендаций по оздоровительным двигательным режимам, закаливанию, применению средств и методов физической культуры и спорта в целях укрепления здоровья;</w:t>
      </w:r>
    </w:p>
    <w:p w:rsidR="002C1B03" w:rsidRPr="00E07189" w:rsidRDefault="002C1B03" w:rsidP="00E0718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189">
        <w:rPr>
          <w:rFonts w:ascii="Times New Roman" w:hAnsi="Times New Roman" w:cs="Times New Roman"/>
          <w:sz w:val="24"/>
          <w:szCs w:val="24"/>
        </w:rPr>
        <w:t>осуществление методического руководства в вопросах медицинского обеспечения занятий по дисциплине «Физическая культура» в организациях, осуществляющих образовательную деятельность, с обращением внимания на организацию занятий с лицами, отнесенными по состоянию здоровья к специальной медицинской группе;</w:t>
      </w:r>
    </w:p>
    <w:p w:rsidR="002C1B03" w:rsidRPr="00E07189" w:rsidRDefault="002C1B03" w:rsidP="00E0718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189">
        <w:rPr>
          <w:rFonts w:ascii="Times New Roman" w:hAnsi="Times New Roman" w:cs="Times New Roman"/>
          <w:sz w:val="24"/>
          <w:szCs w:val="24"/>
        </w:rPr>
        <w:t>организационно-методическое обеспечение деятельности врачебно-физкультурных диспансеров (отделений, кабинетов), медицинских пунктов учреждений и организаций физкультурно-спортивного профиля, отделений (кабинетов) лечебной физкультуры медицинских организаций;</w:t>
      </w:r>
    </w:p>
    <w:p w:rsidR="002C1B03" w:rsidRPr="00E07189" w:rsidRDefault="002C1B03" w:rsidP="00E0718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189">
        <w:rPr>
          <w:rFonts w:ascii="Times New Roman" w:hAnsi="Times New Roman" w:cs="Times New Roman"/>
          <w:sz w:val="24"/>
          <w:szCs w:val="24"/>
        </w:rPr>
        <w:t>проведение мероприятий по формированию здорового образа жизни, оздоровлению населения;</w:t>
      </w:r>
    </w:p>
    <w:p w:rsidR="00E07189" w:rsidRDefault="002C1B03" w:rsidP="00E0718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189">
        <w:rPr>
          <w:rFonts w:ascii="Times New Roman" w:hAnsi="Times New Roman" w:cs="Times New Roman"/>
          <w:sz w:val="24"/>
          <w:szCs w:val="24"/>
        </w:rPr>
        <w:t xml:space="preserve">организация и проведение семинаров, совещаний по вопросам медицинского контроля за лицами, занимающимися физической культурой и спортом, сохранения и укрепления их здоровья средствами физической культуры, в том числе лечебной физкультуры, для работников медицинских, образовательных учреждений различного уровня, организаций и учреждений физкультурно-спортивного профиля; </w:t>
      </w:r>
    </w:p>
    <w:p w:rsidR="002C1B03" w:rsidRDefault="002C1B03" w:rsidP="00E07189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7189">
        <w:rPr>
          <w:rFonts w:ascii="Times New Roman" w:hAnsi="Times New Roman" w:cs="Times New Roman"/>
          <w:sz w:val="24"/>
          <w:szCs w:val="24"/>
        </w:rPr>
        <w:lastRenderedPageBreak/>
        <w:t>внесение предложений по оптимизации и повышению эффективности медицинского обеспечения лиц, занимающихся физической культурой и спортом, внедрение в практическую деятельность новых лечебно-диагностических технологий.</w:t>
      </w:r>
    </w:p>
    <w:p w:rsidR="0014226D" w:rsidRDefault="0014226D" w:rsidP="0014226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226D" w:rsidRDefault="0014226D" w:rsidP="0014226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226D">
        <w:rPr>
          <w:rFonts w:ascii="Times New Roman" w:hAnsi="Times New Roman" w:cs="Times New Roman"/>
          <w:sz w:val="24"/>
          <w:szCs w:val="24"/>
        </w:rPr>
        <w:t>При наличии дополнительных сведений о деятельности ВФД или отдельных подразделений, информацию можно внести в эту пояснительную записку.</w:t>
      </w:r>
    </w:p>
    <w:p w:rsidR="0014226D" w:rsidRDefault="0014226D" w:rsidP="0014226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4226D" w:rsidRPr="0014226D" w:rsidRDefault="0014226D" w:rsidP="0014226D">
      <w:pPr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226D">
        <w:rPr>
          <w:rFonts w:ascii="Times New Roman" w:hAnsi="Times New Roman" w:cs="Times New Roman"/>
          <w:b/>
          <w:i/>
          <w:sz w:val="24"/>
          <w:szCs w:val="24"/>
        </w:rPr>
        <w:t>Данная пояснительная записка прилагается к форме №53 при сдаче годовых отчетов в ЦНИИОИЗ в феврале 201</w:t>
      </w:r>
      <w:r w:rsidR="00E6522B">
        <w:rPr>
          <w:rFonts w:ascii="Times New Roman" w:hAnsi="Times New Roman" w:cs="Times New Roman"/>
          <w:b/>
          <w:i/>
          <w:sz w:val="24"/>
          <w:szCs w:val="24"/>
        </w:rPr>
        <w:t>9</w:t>
      </w:r>
      <w:bookmarkStart w:id="0" w:name="_GoBack"/>
      <w:bookmarkEnd w:id="0"/>
      <w:r w:rsidRPr="0014226D">
        <w:rPr>
          <w:rFonts w:ascii="Times New Roman" w:hAnsi="Times New Roman" w:cs="Times New Roman"/>
          <w:b/>
          <w:i/>
          <w:sz w:val="24"/>
          <w:szCs w:val="24"/>
        </w:rPr>
        <w:t xml:space="preserve"> г.</w:t>
      </w:r>
    </w:p>
    <w:sectPr w:rsidR="0014226D" w:rsidRPr="0014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FF457C"/>
    <w:multiLevelType w:val="hybridMultilevel"/>
    <w:tmpl w:val="12C4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2E"/>
    <w:rsid w:val="0006640C"/>
    <w:rsid w:val="00094F07"/>
    <w:rsid w:val="0014226D"/>
    <w:rsid w:val="001B3B42"/>
    <w:rsid w:val="00250F92"/>
    <w:rsid w:val="0029599C"/>
    <w:rsid w:val="002C1B03"/>
    <w:rsid w:val="00334DE6"/>
    <w:rsid w:val="004A38B6"/>
    <w:rsid w:val="00676FB1"/>
    <w:rsid w:val="00713972"/>
    <w:rsid w:val="00796D0A"/>
    <w:rsid w:val="007A163B"/>
    <w:rsid w:val="007A292E"/>
    <w:rsid w:val="008C2660"/>
    <w:rsid w:val="009506F9"/>
    <w:rsid w:val="00956A01"/>
    <w:rsid w:val="00971AE5"/>
    <w:rsid w:val="00984362"/>
    <w:rsid w:val="00A678A8"/>
    <w:rsid w:val="00AD02D1"/>
    <w:rsid w:val="00B10FD8"/>
    <w:rsid w:val="00BE0298"/>
    <w:rsid w:val="00C3578F"/>
    <w:rsid w:val="00C5448F"/>
    <w:rsid w:val="00D84748"/>
    <w:rsid w:val="00DA5E2F"/>
    <w:rsid w:val="00E07189"/>
    <w:rsid w:val="00E6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82D46-4270-4FA2-8043-D20D6F9B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292E"/>
    <w:pPr>
      <w:spacing w:after="0" w:line="240" w:lineRule="auto"/>
    </w:pPr>
  </w:style>
  <w:style w:type="table" w:styleId="a4">
    <w:name w:val="Table Grid"/>
    <w:basedOn w:val="a1"/>
    <w:uiPriority w:val="39"/>
    <w:rsid w:val="0006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5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A0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E07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Д. Савченко</dc:creator>
  <cp:keywords/>
  <dc:description/>
  <cp:lastModifiedBy>Екатерина Д. Савченко</cp:lastModifiedBy>
  <cp:revision>2</cp:revision>
  <cp:lastPrinted>2017-12-11T13:22:00Z</cp:lastPrinted>
  <dcterms:created xsi:type="dcterms:W3CDTF">2018-12-04T13:09:00Z</dcterms:created>
  <dcterms:modified xsi:type="dcterms:W3CDTF">2018-12-04T13:09:00Z</dcterms:modified>
</cp:coreProperties>
</file>